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8F9" w:rsidRPr="00623B31" w:rsidRDefault="00BD48F9" w:rsidP="00A05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 w:rsidRPr="00623B31">
        <w:rPr>
          <w:rFonts w:ascii="Arial" w:hAnsi="Arial" w:cs="Arial"/>
          <w:b/>
          <w:sz w:val="20"/>
          <w:szCs w:val="20"/>
        </w:rPr>
        <w:t>Lisa 4</w:t>
      </w:r>
    </w:p>
    <w:p w:rsidR="00BD48F9" w:rsidRPr="00623B31" w:rsidRDefault="00BD48F9" w:rsidP="00A05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</w:p>
    <w:p w:rsidR="00BD48F9" w:rsidRPr="00623B31" w:rsidRDefault="00BD48F9" w:rsidP="00A05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 w:rsidRPr="00623B31">
        <w:rPr>
          <w:rFonts w:ascii="Arial" w:hAnsi="Arial" w:cs="Arial"/>
          <w:b/>
          <w:sz w:val="20"/>
          <w:szCs w:val="20"/>
        </w:rPr>
        <w:t>Toetuse sihtotstarbe kohase kasutamise kinnitus</w:t>
      </w:r>
    </w:p>
    <w:p w:rsidR="00BD48F9" w:rsidRPr="007E5BC2" w:rsidRDefault="00BD48F9" w:rsidP="00A05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:rsidR="00BD48F9" w:rsidRPr="007E5BC2" w:rsidRDefault="00BD48F9" w:rsidP="00A05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7E5BC2">
        <w:rPr>
          <w:rFonts w:ascii="Arial" w:hAnsi="Arial" w:cs="Arial"/>
          <w:sz w:val="20"/>
          <w:szCs w:val="20"/>
        </w:rPr>
        <w:t>Mina,</w:t>
      </w:r>
      <w:r>
        <w:rPr>
          <w:rFonts w:ascii="Arial" w:hAnsi="Arial" w:cs="Arial"/>
          <w:sz w:val="20"/>
          <w:szCs w:val="20"/>
        </w:rPr>
        <w:t xml:space="preserve"> Eve Pärnaste, MTÜ Magna Memoria juhatuse liige </w:t>
      </w:r>
      <w:r w:rsidRPr="007E5BC2">
        <w:rPr>
          <w:rFonts w:ascii="Arial" w:hAnsi="Arial" w:cs="Arial"/>
          <w:sz w:val="20"/>
          <w:szCs w:val="20"/>
        </w:rPr>
        <w:t xml:space="preserve">kui toetuse saaja allkirjaõiguslik isik, kinnitan, et oleme </w:t>
      </w:r>
      <w:r>
        <w:rPr>
          <w:rFonts w:ascii="Arial" w:hAnsi="Arial" w:cs="Arial"/>
          <w:sz w:val="20"/>
          <w:szCs w:val="20"/>
        </w:rPr>
        <w:t xml:space="preserve">31.12.2022 </w:t>
      </w:r>
      <w:r w:rsidRPr="007E5BC2">
        <w:rPr>
          <w:rFonts w:ascii="Arial" w:hAnsi="Arial" w:cs="Arial"/>
          <w:sz w:val="20"/>
          <w:szCs w:val="20"/>
        </w:rPr>
        <w:t xml:space="preserve">seisuga kasutanud Justiitsministeeriumilt saadud toetuse (objekt) </w:t>
      </w:r>
      <w:r>
        <w:rPr>
          <w:rFonts w:ascii="Arial" w:hAnsi="Arial" w:cs="Arial"/>
          <w:sz w:val="20"/>
          <w:szCs w:val="20"/>
        </w:rPr>
        <w:t xml:space="preserve">10 000.- </w:t>
      </w:r>
      <w:r w:rsidRPr="007E5BC2">
        <w:rPr>
          <w:rFonts w:ascii="Arial" w:hAnsi="Arial" w:cs="Arial"/>
          <w:sz w:val="20"/>
          <w:szCs w:val="20"/>
        </w:rPr>
        <w:t>eurot lepingus ette nähtud sihtotstarbe kohaselt ja üksnes mittemajanduslikus tegevuses riigiabi mõiste tähenduses.</w:t>
      </w:r>
    </w:p>
    <w:p w:rsidR="00BD48F9" w:rsidRPr="007E5BC2" w:rsidRDefault="00BD48F9" w:rsidP="00A05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:rsidR="00BD48F9" w:rsidRPr="007E5BC2" w:rsidRDefault="00BD48F9" w:rsidP="007E5B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 w:rsidRPr="007E5BC2">
        <w:rPr>
          <w:rFonts w:ascii="Arial" w:hAnsi="Arial" w:cs="Arial"/>
          <w:i/>
          <w:sz w:val="20"/>
          <w:szCs w:val="20"/>
        </w:rPr>
        <w:t>(allkirjastatud digitaalselt)</w:t>
      </w:r>
    </w:p>
    <w:p w:rsidR="00BD48F9" w:rsidRPr="000F41C9" w:rsidRDefault="00BD48F9" w:rsidP="00A05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Eve Pärnaste</w:t>
      </w:r>
    </w:p>
    <w:p w:rsidR="00BD48F9" w:rsidRPr="007E5BC2" w:rsidRDefault="00BD48F9">
      <w:pPr>
        <w:rPr>
          <w:rFonts w:ascii="Arial" w:hAnsi="Arial" w:cs="Arial"/>
          <w:sz w:val="20"/>
          <w:szCs w:val="20"/>
        </w:rPr>
      </w:pPr>
    </w:p>
    <w:p w:rsidR="00BD48F9" w:rsidRDefault="00BD48F9"/>
    <w:p w:rsidR="00BD48F9" w:rsidRDefault="00BD48F9">
      <w:bookmarkStart w:id="0" w:name="_GoBack"/>
      <w:bookmarkEnd w:id="0"/>
    </w:p>
    <w:sectPr w:rsidR="00BD48F9" w:rsidSect="009F11CC"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?Ø©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3" w:usb1="00000000" w:usb2="00000000" w:usb3="00000000" w:csb0="0000008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B64"/>
    <w:rsid w:val="000D698A"/>
    <w:rsid w:val="000F41C9"/>
    <w:rsid w:val="002C342F"/>
    <w:rsid w:val="00623B31"/>
    <w:rsid w:val="006F4624"/>
    <w:rsid w:val="007B36B3"/>
    <w:rsid w:val="007E5BC2"/>
    <w:rsid w:val="009F11CC"/>
    <w:rsid w:val="009F7B64"/>
    <w:rsid w:val="00A056BF"/>
    <w:rsid w:val="00BB1E9C"/>
    <w:rsid w:val="00BD48F9"/>
    <w:rsid w:val="00C36B34"/>
    <w:rsid w:val="00D614E9"/>
    <w:rsid w:val="00E37666"/>
    <w:rsid w:val="00EB5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B64"/>
    <w:pPr>
      <w:widowControl w:val="0"/>
      <w:suppressAutoHyphens/>
      <w:spacing w:line="238" w:lineRule="exact"/>
      <w:jc w:val="both"/>
    </w:pPr>
    <w:rPr>
      <w:rFonts w:ascii="Times New Roman" w:eastAsia="SimSun" w:hAnsi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rsid w:val="007B36B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B36B3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B36B3"/>
    <w:rPr>
      <w:rFonts w:ascii="Times New Roman" w:eastAsia="SimSun" w:hAnsi="Times New Roman" w:cs="Mangal"/>
      <w:kern w:val="1"/>
      <w:sz w:val="18"/>
      <w:szCs w:val="18"/>
      <w:lang w:eastAsia="zh-C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B36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B36B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7B36B3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B36B3"/>
    <w:rPr>
      <w:rFonts w:ascii="Segoe UI" w:eastAsia="SimSun" w:hAnsi="Segoe UI" w:cs="Mangal"/>
      <w:kern w:val="1"/>
      <w:sz w:val="16"/>
      <w:szCs w:val="16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914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1</Pages>
  <Words>61</Words>
  <Characters>358</Characters>
  <Application>Microsoft Office Outlook</Application>
  <DocSecurity>0</DocSecurity>
  <Lines>0</Lines>
  <Paragraphs>0</Paragraphs>
  <ScaleCrop>false</ScaleCrop>
  <Company>RMIT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4</dc:title>
  <dc:subject/>
  <dc:creator>Kaur Kaasik-Aaslav</dc:creator>
  <cp:keywords/>
  <dc:description/>
  <cp:lastModifiedBy>Eve Pärnaste</cp:lastModifiedBy>
  <cp:revision>2</cp:revision>
  <dcterms:created xsi:type="dcterms:W3CDTF">2023-01-27T11:38:00Z</dcterms:created>
  <dcterms:modified xsi:type="dcterms:W3CDTF">2023-01-27T11:38:00Z</dcterms:modified>
</cp:coreProperties>
</file>